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97" w:rsidRDefault="005C3CEA" w:rsidP="005C3CEA">
      <w:pPr>
        <w:jc w:val="center"/>
        <w:rPr>
          <w:rFonts w:ascii="Verdana" w:hAnsi="Verdana"/>
          <w:b/>
          <w:sz w:val="32"/>
          <w:szCs w:val="32"/>
          <w:u w:val="single"/>
        </w:rPr>
      </w:pPr>
      <w:r w:rsidRPr="005C3CEA">
        <w:rPr>
          <w:rFonts w:ascii="Verdana" w:hAnsi="Verdana"/>
          <w:b/>
          <w:sz w:val="32"/>
          <w:szCs w:val="32"/>
          <w:u w:val="single"/>
        </w:rPr>
        <w:t xml:space="preserve">Yearbook---Mr. </w:t>
      </w:r>
      <w:proofErr w:type="spellStart"/>
      <w:r w:rsidRPr="005C3CEA">
        <w:rPr>
          <w:rFonts w:ascii="Verdana" w:hAnsi="Verdana"/>
          <w:b/>
          <w:sz w:val="32"/>
          <w:szCs w:val="32"/>
          <w:u w:val="single"/>
        </w:rPr>
        <w:t>Latka</w:t>
      </w:r>
      <w:proofErr w:type="spellEnd"/>
    </w:p>
    <w:p w:rsidR="005C3CEA" w:rsidRDefault="005C3CEA" w:rsidP="005C3CEA">
      <w:pPr>
        <w:rPr>
          <w:rFonts w:ascii="Verdana" w:hAnsi="Verdana"/>
          <w:b/>
          <w:sz w:val="32"/>
          <w:szCs w:val="32"/>
          <w:u w:val="single"/>
        </w:rPr>
      </w:pPr>
    </w:p>
    <w:p w:rsidR="005C3CEA" w:rsidRDefault="005C3CEA" w:rsidP="005C3CEA">
      <w:pPr>
        <w:rPr>
          <w:rFonts w:ascii="Verdana" w:hAnsi="Verdana"/>
          <w:b/>
          <w:sz w:val="32"/>
          <w:szCs w:val="32"/>
          <w:u w:val="single"/>
        </w:rPr>
      </w:pPr>
    </w:p>
    <w:p w:rsidR="005C3CEA" w:rsidRDefault="005C3CEA" w:rsidP="005C3CEA">
      <w:pPr>
        <w:rPr>
          <w:rFonts w:ascii="Verdana" w:hAnsi="Verdana"/>
          <w:sz w:val="28"/>
          <w:szCs w:val="28"/>
        </w:rPr>
      </w:pPr>
      <w:r w:rsidRPr="005C3CEA">
        <w:rPr>
          <w:rFonts w:ascii="Verdana" w:hAnsi="Verdana"/>
          <w:sz w:val="28"/>
          <w:szCs w:val="28"/>
        </w:rPr>
        <w:t>Obje</w:t>
      </w:r>
      <w:r>
        <w:rPr>
          <w:rFonts w:ascii="Verdana" w:hAnsi="Verdana"/>
          <w:sz w:val="28"/>
          <w:szCs w:val="28"/>
        </w:rPr>
        <w:t>ctives:</w:t>
      </w:r>
      <w:bookmarkStart w:id="0" w:name="_GoBack"/>
      <w:bookmarkEnd w:id="0"/>
    </w:p>
    <w:p w:rsidR="005C3CEA" w:rsidRDefault="005C3CEA" w:rsidP="005C3CEA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Design and produce s</w:t>
      </w:r>
      <w:r w:rsidRPr="005C3CEA">
        <w:rPr>
          <w:rFonts w:ascii="Verdana" w:hAnsi="Verdana"/>
          <w:sz w:val="28"/>
          <w:szCs w:val="28"/>
        </w:rPr>
        <w:t>chool annual</w:t>
      </w:r>
    </w:p>
    <w:p w:rsidR="005C3CEA" w:rsidRDefault="005C3CEA" w:rsidP="00BA3367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Sell advertising to help fund yearbook</w:t>
      </w:r>
      <w:r w:rsidR="00BA3367">
        <w:rPr>
          <w:rFonts w:ascii="Verdana" w:hAnsi="Verdana"/>
          <w:sz w:val="28"/>
          <w:szCs w:val="28"/>
        </w:rPr>
        <w:t xml:space="preserve"> </w:t>
      </w:r>
    </w:p>
    <w:p w:rsidR="00BA3367" w:rsidRDefault="00BA3367" w:rsidP="00BA3367">
      <w:pPr>
        <w:rPr>
          <w:rFonts w:ascii="Verdana" w:hAnsi="Verdana"/>
          <w:sz w:val="28"/>
          <w:szCs w:val="28"/>
        </w:rPr>
      </w:pPr>
    </w:p>
    <w:p w:rsidR="00BA3367" w:rsidRDefault="00BA3367" w:rsidP="00BA3367">
      <w:pPr>
        <w:rPr>
          <w:rFonts w:ascii="Verdana" w:hAnsi="Verdana"/>
          <w:sz w:val="28"/>
          <w:szCs w:val="28"/>
        </w:rPr>
      </w:pPr>
      <w:r w:rsidRPr="00BA3367">
        <w:rPr>
          <w:rFonts w:ascii="Verdana" w:hAnsi="Verdana"/>
          <w:sz w:val="28"/>
          <w:szCs w:val="28"/>
        </w:rPr>
        <w:t>Supplies</w:t>
      </w:r>
      <w:r>
        <w:rPr>
          <w:rFonts w:ascii="Verdana" w:hAnsi="Verdana"/>
          <w:sz w:val="28"/>
          <w:szCs w:val="28"/>
        </w:rPr>
        <w:t xml:space="preserve"> (none)</w:t>
      </w:r>
    </w:p>
    <w:p w:rsidR="00BA3367" w:rsidRDefault="00BA3367" w:rsidP="00BA3367">
      <w:pPr>
        <w:rPr>
          <w:rFonts w:ascii="Verdana" w:hAnsi="Verdana"/>
          <w:sz w:val="28"/>
          <w:szCs w:val="28"/>
        </w:rPr>
      </w:pPr>
    </w:p>
    <w:p w:rsidR="00BA3367" w:rsidRDefault="00BA3367" w:rsidP="00BA336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Skills</w:t>
      </w:r>
    </w:p>
    <w:p w:rsidR="00BA3367" w:rsidRDefault="00BA3367" w:rsidP="00BA3367">
      <w:pPr>
        <w:pStyle w:val="ListParagraph"/>
        <w:numPr>
          <w:ilvl w:val="0"/>
          <w:numId w:val="2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Design pages to represent all aspects of school year</w:t>
      </w:r>
    </w:p>
    <w:p w:rsidR="00BA3367" w:rsidRDefault="00BA3367" w:rsidP="00BA3367">
      <w:pPr>
        <w:pStyle w:val="ListParagraph"/>
        <w:numPr>
          <w:ilvl w:val="0"/>
          <w:numId w:val="2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Photograph appropriate subjects</w:t>
      </w:r>
    </w:p>
    <w:p w:rsidR="00BA3367" w:rsidRDefault="00BA3367" w:rsidP="00BA3367">
      <w:pPr>
        <w:pStyle w:val="ListParagraph"/>
        <w:numPr>
          <w:ilvl w:val="0"/>
          <w:numId w:val="2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Group-proof all work</w:t>
      </w:r>
    </w:p>
    <w:p w:rsidR="00BA3367" w:rsidRDefault="00BA3367" w:rsidP="00BA3367">
      <w:pPr>
        <w:pStyle w:val="ListParagraph"/>
        <w:numPr>
          <w:ilvl w:val="0"/>
          <w:numId w:val="2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Meet all deadlines for assigned pages</w:t>
      </w:r>
    </w:p>
    <w:p w:rsidR="00BA3367" w:rsidRDefault="00BA3367" w:rsidP="00BA3367">
      <w:pPr>
        <w:rPr>
          <w:rFonts w:ascii="Verdana" w:hAnsi="Verdana"/>
          <w:sz w:val="28"/>
          <w:szCs w:val="28"/>
        </w:rPr>
      </w:pPr>
    </w:p>
    <w:p w:rsidR="00BA3367" w:rsidRDefault="00BA3367" w:rsidP="00BA336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Guidelines</w:t>
      </w:r>
    </w:p>
    <w:p w:rsidR="00BA3367" w:rsidRDefault="00BA3367" w:rsidP="00BA3367">
      <w:pPr>
        <w:pStyle w:val="ListParagraph"/>
        <w:numPr>
          <w:ilvl w:val="0"/>
          <w:numId w:val="3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Points system based on deadlines met (-10 points/day late)</w:t>
      </w:r>
    </w:p>
    <w:p w:rsidR="00BA3367" w:rsidRDefault="00BA3367" w:rsidP="00BA3367">
      <w:pPr>
        <w:pStyle w:val="ListParagraph"/>
        <w:numPr>
          <w:ilvl w:val="0"/>
          <w:numId w:val="3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% of the number of adds assigned to sell</w:t>
      </w:r>
    </w:p>
    <w:p w:rsidR="00BA3367" w:rsidRPr="00BA3367" w:rsidRDefault="00BA3367" w:rsidP="00BA3367">
      <w:pPr>
        <w:pStyle w:val="ListParagraph"/>
        <w:numPr>
          <w:ilvl w:val="0"/>
          <w:numId w:val="3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Cooperation with sponsor fellow students</w:t>
      </w:r>
    </w:p>
    <w:p w:rsidR="00BA3367" w:rsidRPr="00BA3367" w:rsidRDefault="00BA3367" w:rsidP="00BA3367">
      <w:pPr>
        <w:rPr>
          <w:rFonts w:ascii="Verdana" w:hAnsi="Verdana"/>
          <w:sz w:val="28"/>
          <w:szCs w:val="28"/>
        </w:rPr>
      </w:pPr>
    </w:p>
    <w:p w:rsidR="00BA3367" w:rsidRDefault="00BA3367" w:rsidP="00BA3367">
      <w:pPr>
        <w:pStyle w:val="ListParagraph"/>
        <w:rPr>
          <w:rFonts w:ascii="Verdana" w:hAnsi="Verdana"/>
          <w:sz w:val="28"/>
          <w:szCs w:val="28"/>
        </w:rPr>
      </w:pPr>
    </w:p>
    <w:p w:rsidR="00BA3367" w:rsidRPr="00BA3367" w:rsidRDefault="00BA3367" w:rsidP="00BA3367">
      <w:pPr>
        <w:rPr>
          <w:rFonts w:ascii="Verdana" w:hAnsi="Verdana"/>
          <w:sz w:val="28"/>
          <w:szCs w:val="28"/>
        </w:rPr>
      </w:pPr>
    </w:p>
    <w:sectPr w:rsidR="00BA3367" w:rsidRPr="00BA3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7FF9"/>
    <w:multiLevelType w:val="hybridMultilevel"/>
    <w:tmpl w:val="75EE9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C207D3"/>
    <w:multiLevelType w:val="hybridMultilevel"/>
    <w:tmpl w:val="93E2D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A8681D"/>
    <w:multiLevelType w:val="hybridMultilevel"/>
    <w:tmpl w:val="C3788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CEA"/>
    <w:rsid w:val="00545A97"/>
    <w:rsid w:val="005C3CEA"/>
    <w:rsid w:val="008F3CC2"/>
    <w:rsid w:val="00BA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C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27C6B65E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CCGAFaculty24</dc:creator>
  <cp:lastModifiedBy>CCGAFaculty24</cp:lastModifiedBy>
  <cp:revision>2</cp:revision>
  <cp:lastPrinted>2011-08-30T19:01:00Z</cp:lastPrinted>
  <dcterms:created xsi:type="dcterms:W3CDTF">2011-08-30T19:03:00Z</dcterms:created>
  <dcterms:modified xsi:type="dcterms:W3CDTF">2011-08-30T19:03:00Z</dcterms:modified>
</cp:coreProperties>
</file>